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3827E8" w:rsidRPr="00E960BB">
        <w:rPr>
          <w:rFonts w:ascii="Corbel" w:hAnsi="Corbel"/>
          <w:bCs/>
          <w:i/>
        </w:rPr>
        <w:t xml:space="preserve">Załącznik nr 1.5 do Zarządzenia Rektora UR  nr </w:t>
      </w:r>
      <w:r w:rsidR="003827E8">
        <w:rPr>
          <w:rFonts w:ascii="Corbel" w:hAnsi="Corbel"/>
          <w:bCs/>
          <w:i/>
        </w:rPr>
        <w:t>7</w:t>
      </w:r>
      <w:r w:rsidR="003827E8" w:rsidRPr="00E960BB">
        <w:rPr>
          <w:rFonts w:ascii="Corbel" w:hAnsi="Corbel"/>
          <w:bCs/>
          <w:i/>
        </w:rPr>
        <w:t>/20</w:t>
      </w:r>
      <w:r w:rsidR="003827E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B6B1E" w:rsidRDefault="0071620A" w:rsidP="008B6B1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B6B1E">
        <w:rPr>
          <w:rFonts w:ascii="Corbel" w:hAnsi="Corbel"/>
          <w:i/>
          <w:smallCaps/>
          <w:sz w:val="24"/>
          <w:szCs w:val="24"/>
        </w:rPr>
        <w:t>20</w:t>
      </w:r>
      <w:r w:rsidR="008600DD">
        <w:rPr>
          <w:rFonts w:ascii="Corbel" w:hAnsi="Corbel"/>
          <w:i/>
          <w:smallCaps/>
          <w:sz w:val="24"/>
          <w:szCs w:val="24"/>
        </w:rPr>
        <w:t>23</w:t>
      </w:r>
      <w:r w:rsidR="008B6B1E">
        <w:rPr>
          <w:rFonts w:ascii="Corbel" w:hAnsi="Corbel"/>
          <w:i/>
          <w:smallCaps/>
          <w:sz w:val="24"/>
          <w:szCs w:val="24"/>
        </w:rPr>
        <w:t>-20</w:t>
      </w:r>
      <w:r w:rsidR="008600DD">
        <w:rPr>
          <w:rFonts w:ascii="Corbel" w:hAnsi="Corbel"/>
          <w:i/>
          <w:smallCaps/>
          <w:sz w:val="24"/>
          <w:szCs w:val="24"/>
        </w:rPr>
        <w:t>28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27101">
        <w:rPr>
          <w:rFonts w:ascii="Corbel" w:hAnsi="Corbel"/>
          <w:sz w:val="20"/>
          <w:szCs w:val="20"/>
        </w:rPr>
        <w:t>202</w:t>
      </w:r>
      <w:r w:rsidR="008600DD">
        <w:rPr>
          <w:rFonts w:ascii="Corbel" w:hAnsi="Corbel"/>
          <w:sz w:val="20"/>
          <w:szCs w:val="20"/>
        </w:rPr>
        <w:t>6</w:t>
      </w:r>
      <w:r w:rsidR="006F5F65">
        <w:rPr>
          <w:rFonts w:ascii="Corbel" w:hAnsi="Corbel"/>
          <w:sz w:val="20"/>
          <w:szCs w:val="20"/>
        </w:rPr>
        <w:t>/</w:t>
      </w:r>
      <w:r w:rsidR="00F27101">
        <w:rPr>
          <w:rFonts w:ascii="Corbel" w:hAnsi="Corbel"/>
          <w:sz w:val="20"/>
          <w:szCs w:val="20"/>
        </w:rPr>
        <w:t>2</w:t>
      </w:r>
      <w:r w:rsidR="009666D8">
        <w:rPr>
          <w:rFonts w:ascii="Corbel" w:hAnsi="Corbel"/>
          <w:sz w:val="20"/>
          <w:szCs w:val="20"/>
        </w:rPr>
        <w:t>02</w:t>
      </w:r>
      <w:r w:rsidR="008600DD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0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wychowania fizycznego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238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D2720" w:rsidP="00170E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170EA9">
              <w:rPr>
                <w:rFonts w:ascii="Corbel" w:hAnsi="Corbel"/>
                <w:b w:val="0"/>
                <w:sz w:val="24"/>
                <w:szCs w:val="24"/>
              </w:rPr>
              <w:t xml:space="preserve"> Wychowania Fizycznego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6F5F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F5F65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F5F65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A7344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7 i 8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C468B0" w:rsidRDefault="006A603B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C468B0" w:rsidRPr="00C468B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F5F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04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755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F5F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A73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23848" w:rsidRPr="009C54AE" w:rsidRDefault="0002384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rzedszkolnej i wczesnoszkolnej.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psychomotorycznym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aktywności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A45093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aktywności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aktywności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terenie,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:rsidR="006A603B" w:rsidRPr="00063C80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rozwojowymi i edukacyjnymi.</w:t>
            </w:r>
          </w:p>
        </w:tc>
        <w:tc>
          <w:tcPr>
            <w:tcW w:w="1873" w:type="dxa"/>
          </w:tcPr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:rsidR="006A603B" w:rsidRPr="00A45093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dostosować zadania ruchowe do indywidualnych potrzeb i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:rsidR="006A603B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lastRenderedPageBreak/>
              <w:t>PPiW.U04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PPiW.U09 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:rsidR="006A603B" w:rsidRPr="00A45093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F5F65" w:rsidRPr="009C54AE" w:rsidRDefault="006F5F6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6F5F65" w:rsidRDefault="0085747A" w:rsidP="006F5F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F5F65" w:rsidRDefault="0085747A" w:rsidP="006F5F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6F5F65" w:rsidRDefault="00153C41" w:rsidP="006F5F6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:rsidTr="006A603B">
        <w:tc>
          <w:tcPr>
            <w:tcW w:w="1974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:rsidR="0085747A" w:rsidRPr="009C54AE" w:rsidRDefault="0085747A" w:rsidP="001208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603B" w:rsidRPr="009C54AE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8B248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B248B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6A603B" w:rsidRPr="009C54AE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 xml:space="preserve">obserwacja w trakcie zajęć, prowadzenie części zajęć, wypowiedź, </w:t>
            </w:r>
            <w:r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8B248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B248B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6A603B" w:rsidRPr="00803E6B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 obserwacja w trakcie zajęć.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8B248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B248B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6F5F65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120803">
        <w:tc>
          <w:tcPr>
            <w:tcW w:w="411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C61DC5" w:rsidP="003827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9C54AE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120803">
        <w:tc>
          <w:tcPr>
            <w:tcW w:w="4111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120803">
        <w:tc>
          <w:tcPr>
            <w:tcW w:w="4111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:rsidR="00C61DC5" w:rsidRDefault="00C61DC5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7444BB" w:rsidRPr="009C54AE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:rsidR="0085747A" w:rsidRPr="009C54AE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:rsidR="0085747A" w:rsidRPr="009C54AE" w:rsidRDefault="00D02EDA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208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208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Warszawa, 2002.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Uniwersytetu Rzeszowskiego, Rzeszów, 2013.</w:t>
            </w:r>
          </w:p>
          <w:p w:rsid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Warszawa, 2006.</w:t>
            </w:r>
          </w:p>
          <w:p w:rsidR="00EA45F2" w:rsidRPr="00EA45F2" w:rsidRDefault="00EA45F2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Madejski E., Węglarz J., Wybrane zagadnienia współczesnej metodyki 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wychowania fizycznego, Podręcznik dla nauczycieli i studentów, Impuls, 2017.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EA45F2" w:rsidRPr="00D02EDA" w:rsidRDefault="00EA45F2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02EDA" w:rsidRPr="00D02EDA" w:rsidRDefault="00D02EDA" w:rsidP="006F5F65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6F5F65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CD3" w:rsidRDefault="008D6CD3" w:rsidP="00C16ABF">
      <w:pPr>
        <w:spacing w:after="0" w:line="240" w:lineRule="auto"/>
      </w:pPr>
      <w:r>
        <w:separator/>
      </w:r>
    </w:p>
  </w:endnote>
  <w:endnote w:type="continuationSeparator" w:id="0">
    <w:p w:rsidR="008D6CD3" w:rsidRDefault="008D6C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CD3" w:rsidRDefault="008D6CD3" w:rsidP="00C16ABF">
      <w:pPr>
        <w:spacing w:after="0" w:line="240" w:lineRule="auto"/>
      </w:pPr>
      <w:r>
        <w:separator/>
      </w:r>
    </w:p>
  </w:footnote>
  <w:footnote w:type="continuationSeparator" w:id="0">
    <w:p w:rsidR="008D6CD3" w:rsidRDefault="008D6CD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84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080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EA9"/>
    <w:rsid w:val="001718A7"/>
    <w:rsid w:val="00172FC0"/>
    <w:rsid w:val="001737CF"/>
    <w:rsid w:val="00176083"/>
    <w:rsid w:val="001770C7"/>
    <w:rsid w:val="00192F37"/>
    <w:rsid w:val="001A70D2"/>
    <w:rsid w:val="001D57AF"/>
    <w:rsid w:val="001D657B"/>
    <w:rsid w:val="001D7B54"/>
    <w:rsid w:val="001E0209"/>
    <w:rsid w:val="001F2CA2"/>
    <w:rsid w:val="0020166F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5C0"/>
    <w:rsid w:val="002B4D55"/>
    <w:rsid w:val="002B5EA0"/>
    <w:rsid w:val="002B6119"/>
    <w:rsid w:val="002C1F06"/>
    <w:rsid w:val="002D3375"/>
    <w:rsid w:val="002D73D4"/>
    <w:rsid w:val="002D7BF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7E8"/>
    <w:rsid w:val="003A0A5B"/>
    <w:rsid w:val="003A1176"/>
    <w:rsid w:val="003C0BAE"/>
    <w:rsid w:val="003C7D6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03B"/>
    <w:rsid w:val="006A7344"/>
    <w:rsid w:val="006D050F"/>
    <w:rsid w:val="006D6139"/>
    <w:rsid w:val="006E5D65"/>
    <w:rsid w:val="006F1282"/>
    <w:rsid w:val="006F1FBC"/>
    <w:rsid w:val="006F31E2"/>
    <w:rsid w:val="006F5F65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3BF1"/>
    <w:rsid w:val="00766FD4"/>
    <w:rsid w:val="0078168C"/>
    <w:rsid w:val="00787C2A"/>
    <w:rsid w:val="00790E27"/>
    <w:rsid w:val="007A0471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00DD"/>
    <w:rsid w:val="00884922"/>
    <w:rsid w:val="00885F64"/>
    <w:rsid w:val="008917F9"/>
    <w:rsid w:val="008A45F7"/>
    <w:rsid w:val="008B248B"/>
    <w:rsid w:val="008B6B1E"/>
    <w:rsid w:val="008C0CC0"/>
    <w:rsid w:val="008C19A9"/>
    <w:rsid w:val="008C379D"/>
    <w:rsid w:val="008C5147"/>
    <w:rsid w:val="008C5359"/>
    <w:rsid w:val="008C5363"/>
    <w:rsid w:val="008D3DFB"/>
    <w:rsid w:val="008D6CD3"/>
    <w:rsid w:val="008E64F4"/>
    <w:rsid w:val="008F12C9"/>
    <w:rsid w:val="008F6E29"/>
    <w:rsid w:val="009057BA"/>
    <w:rsid w:val="00916188"/>
    <w:rsid w:val="00923D7D"/>
    <w:rsid w:val="009508DF"/>
    <w:rsid w:val="00950DAC"/>
    <w:rsid w:val="00954A07"/>
    <w:rsid w:val="009666D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34DF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8CB"/>
    <w:rsid w:val="00B06142"/>
    <w:rsid w:val="00B135B1"/>
    <w:rsid w:val="00B270E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8B0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2720"/>
    <w:rsid w:val="00CD6897"/>
    <w:rsid w:val="00CE5BAC"/>
    <w:rsid w:val="00CF25BE"/>
    <w:rsid w:val="00CF78ED"/>
    <w:rsid w:val="00D02B25"/>
    <w:rsid w:val="00D02EBA"/>
    <w:rsid w:val="00D02EDA"/>
    <w:rsid w:val="00D17C3C"/>
    <w:rsid w:val="00D2587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0A0"/>
    <w:rsid w:val="00DE09C0"/>
    <w:rsid w:val="00DE4A14"/>
    <w:rsid w:val="00DF320D"/>
    <w:rsid w:val="00DF71C8"/>
    <w:rsid w:val="00E129B8"/>
    <w:rsid w:val="00E21E7D"/>
    <w:rsid w:val="00E22FBC"/>
    <w:rsid w:val="00E23A93"/>
    <w:rsid w:val="00E24BF5"/>
    <w:rsid w:val="00E25338"/>
    <w:rsid w:val="00E417A8"/>
    <w:rsid w:val="00E51E44"/>
    <w:rsid w:val="00E63348"/>
    <w:rsid w:val="00E755C9"/>
    <w:rsid w:val="00E77E88"/>
    <w:rsid w:val="00E8107D"/>
    <w:rsid w:val="00E960BB"/>
    <w:rsid w:val="00EA2074"/>
    <w:rsid w:val="00EA45F2"/>
    <w:rsid w:val="00EA4832"/>
    <w:rsid w:val="00EA4E9D"/>
    <w:rsid w:val="00EC4899"/>
    <w:rsid w:val="00ED03AB"/>
    <w:rsid w:val="00ED32D2"/>
    <w:rsid w:val="00EE32DE"/>
    <w:rsid w:val="00EE5457"/>
    <w:rsid w:val="00F070AB"/>
    <w:rsid w:val="00F11CAE"/>
    <w:rsid w:val="00F17567"/>
    <w:rsid w:val="00F27101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2C5AAD-EE6B-4430-80CD-4EBC297E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EC85D-9541-4EB1-87C1-63EDBDD2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5</Pages>
  <Words>1140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2019-10-28T08:06:00Z</dcterms:created>
  <dcterms:modified xsi:type="dcterms:W3CDTF">2023-04-21T06:35:00Z</dcterms:modified>
</cp:coreProperties>
</file>